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0FF09" w14:textId="11F2E848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0A81579" wp14:editId="0B4C96B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143F3A42" wp14:editId="58AAC3E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3D335F">
        <w:rPr>
          <w:rFonts w:ascii="Segoe Print" w:hAnsi="Segoe Print"/>
          <w:b/>
          <w:sz w:val="24"/>
        </w:rPr>
        <w:t>6</w:t>
      </w:r>
      <w:r w:rsidR="00D51195" w:rsidRPr="0090117B">
        <w:rPr>
          <w:rFonts w:ascii="Segoe Print" w:hAnsi="Segoe Print"/>
          <w:b/>
          <w:sz w:val="24"/>
        </w:rPr>
        <w:t>.1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781A0C">
        <w:rPr>
          <w:rFonts w:ascii="Segoe Print" w:hAnsi="Segoe Print"/>
          <w:b/>
          <w:sz w:val="24"/>
        </w:rPr>
        <w:tab/>
      </w:r>
      <w:r w:rsidR="00781A0C">
        <w:rPr>
          <w:rFonts w:ascii="Segoe Print" w:hAnsi="Segoe Print"/>
          <w:b/>
          <w:sz w:val="24"/>
        </w:rPr>
        <w:tab/>
      </w:r>
      <w:r w:rsidR="00781A0C">
        <w:rPr>
          <w:rFonts w:ascii="Segoe Print" w:hAnsi="Segoe Print"/>
          <w:b/>
          <w:sz w:val="24"/>
        </w:rPr>
        <w:tab/>
      </w:r>
      <w:r w:rsidR="00781A0C">
        <w:rPr>
          <w:rFonts w:ascii="Segoe Print" w:hAnsi="Segoe Print"/>
          <w:b/>
          <w:sz w:val="24"/>
        </w:rPr>
        <w:t>Calculator Allowed</w:t>
      </w:r>
      <w:r w:rsidR="00EC4CCA">
        <w:rPr>
          <w:rFonts w:ascii="Segoe Print" w:hAnsi="Segoe Print"/>
          <w:b/>
          <w:sz w:val="24"/>
        </w:rPr>
        <w:tab/>
      </w:r>
      <w:bookmarkStart w:id="0" w:name="_GoBack"/>
      <w:bookmarkEnd w:id="0"/>
    </w:p>
    <w:p w14:paraId="7D34A5B4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A3D2AA4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67C5D563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2B981F7E" w14:textId="77777777" w:rsidR="003D335F" w:rsidRDefault="003D335F" w:rsidP="003D335F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£56 in the ratio 3 : 1</w:t>
            </w:r>
          </w:p>
          <w:p w14:paraId="05FCE72A" w14:textId="77777777" w:rsidR="00E20822" w:rsidRPr="00FB0E81" w:rsidRDefault="00E20822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523CE72F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57DE75F" w14:textId="77777777" w:rsidR="003D335F" w:rsidRDefault="003D335F" w:rsidP="003D33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Expand</w:t>
            </w:r>
          </w:p>
          <w:p w14:paraId="4A21CD33" w14:textId="77777777" w:rsidR="003D335F" w:rsidRPr="000A63AF" w:rsidRDefault="003D335F" w:rsidP="003D335F">
            <w:pPr>
              <w:spacing w:after="0"/>
              <w:rPr>
                <w:rFonts w:ascii="Avenir Book" w:eastAsiaTheme="minorEastAsia" w:hAnsi="Avenir Book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3x+7</m:t>
                    </m:r>
                  </m:e>
                </m:d>
              </m:oMath>
            </m:oMathPara>
          </w:p>
          <w:p w14:paraId="0DCA0562" w14:textId="77777777" w:rsidR="00E20822" w:rsidRPr="000A63AF" w:rsidRDefault="00E20822" w:rsidP="0064471D">
            <w:pPr>
              <w:spacing w:before="120" w:after="0"/>
              <w:rPr>
                <w:rFonts w:ascii="Avenir Book" w:eastAsiaTheme="minorEastAsia" w:hAnsi="Avenir Book"/>
              </w:rPr>
            </w:pPr>
          </w:p>
        </w:tc>
      </w:tr>
      <w:tr w:rsidR="00E20822" w:rsidRPr="00C240D5" w14:paraId="28132478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799853C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1799165B" w14:textId="77777777" w:rsidR="003D335F" w:rsidRDefault="003D335F" w:rsidP="003D335F">
            <w:pPr>
              <w:spacing w:before="120" w:after="0"/>
            </w:pPr>
            <w:r>
              <w:t>The exchange rate is £1 : 4.9 Brazilian Real.</w:t>
            </w:r>
          </w:p>
          <w:p w14:paraId="66FB6671" w14:textId="77777777" w:rsidR="003D335F" w:rsidRDefault="003D335F" w:rsidP="003D335F">
            <w:pPr>
              <w:spacing w:before="120" w:after="0"/>
            </w:pPr>
            <w:r>
              <w:t>How much is £350 in Brazilian Real?</w:t>
            </w:r>
          </w:p>
          <w:p w14:paraId="5595DE88" w14:textId="77777777" w:rsidR="003D335F" w:rsidRDefault="003D335F" w:rsidP="003D335F">
            <w:pPr>
              <w:spacing w:before="120" w:after="0"/>
            </w:pPr>
          </w:p>
          <w:p w14:paraId="604ACABC" w14:textId="77777777" w:rsidR="003D335F" w:rsidRPr="00C240D5" w:rsidRDefault="003D335F" w:rsidP="009A0AA0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05082D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1BB72A59" w14:textId="77777777" w:rsidR="003D335F" w:rsidRDefault="003D335F" w:rsidP="003D335F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What is  the median of </w:t>
            </w:r>
          </w:p>
          <w:p w14:paraId="5CE0686E" w14:textId="77777777" w:rsidR="00E20822" w:rsidRPr="00C240D5" w:rsidRDefault="003D335F" w:rsidP="003D33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6   3   7   6   1   2</w:t>
            </w:r>
          </w:p>
        </w:tc>
      </w:tr>
      <w:tr w:rsidR="00E20822" w:rsidRPr="00C240D5" w14:paraId="2EF80984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016AE7A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D451C19" w14:textId="77777777" w:rsidR="003D335F" w:rsidRDefault="003D335F" w:rsidP="003D335F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51B4ABE7" wp14:editId="1B33AB4A">
                  <wp:simplePos x="0" y="0"/>
                  <wp:positionH relativeFrom="column">
                    <wp:posOffset>1760366</wp:posOffset>
                  </wp:positionH>
                  <wp:positionV relativeFrom="paragraph">
                    <wp:posOffset>159189</wp:posOffset>
                  </wp:positionV>
                  <wp:extent cx="2614245" cy="671174"/>
                  <wp:effectExtent l="0" t="0" r="2540" b="2540"/>
                  <wp:wrapSquare wrapText="bothSides"/>
                  <wp:docPr id="9" name="Picture 10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Screen Clippi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245" cy="671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Complete the triangles:</w:t>
            </w:r>
          </w:p>
          <w:p w14:paraId="5F53DAA6" w14:textId="77777777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CBBC272" wp14:editId="1A1F4BA9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C91E66A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04416C12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5CDB8FE1" w14:textId="77777777" w:rsidR="003D335F" w:rsidRDefault="003D335F" w:rsidP="00525119">
      <w:pPr>
        <w:spacing w:after="0"/>
        <w:rPr>
          <w:rFonts w:ascii="Avenir Book" w:hAnsi="Avenir Book"/>
          <w:sz w:val="24"/>
          <w:szCs w:val="24"/>
        </w:rPr>
      </w:pPr>
    </w:p>
    <w:p w14:paraId="6E2BA46B" w14:textId="433BA2F7" w:rsidR="003D335F" w:rsidRDefault="003D335F" w:rsidP="003D335F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2576" behindDoc="0" locked="0" layoutInCell="1" allowOverlap="1" wp14:anchorId="3DA6475F" wp14:editId="2F0CCB1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6" name="Picture 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18D851C8" wp14:editId="3DC6150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7" name="Picture 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6</w:t>
      </w:r>
      <w:r w:rsidRPr="0090117B">
        <w:rPr>
          <w:rFonts w:ascii="Segoe Print" w:hAnsi="Segoe Print"/>
          <w:b/>
          <w:sz w:val="24"/>
        </w:rPr>
        <w:t>.1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 w:rsidR="00781A0C">
        <w:rPr>
          <w:rFonts w:ascii="Segoe Print" w:hAnsi="Segoe Print"/>
          <w:b/>
          <w:sz w:val="24"/>
        </w:rPr>
        <w:t>Calculator Allowed</w:t>
      </w:r>
    </w:p>
    <w:p w14:paraId="1B4F9C7A" w14:textId="77777777" w:rsidR="003D335F" w:rsidRDefault="003D335F" w:rsidP="003D335F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3D335F" w:rsidRPr="000A63AF" w14:paraId="386DD3A8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832B4AF" w14:textId="77777777" w:rsidR="003D335F" w:rsidRPr="00C240D5" w:rsidRDefault="003D335F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2C4A788A" w14:textId="77777777" w:rsidR="003D335F" w:rsidRDefault="003D335F" w:rsidP="00E01254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£56 in the ratio 3 : 1</w:t>
            </w:r>
          </w:p>
          <w:p w14:paraId="3FFF0D3D" w14:textId="77777777" w:rsidR="003D335F" w:rsidRPr="00FB0E81" w:rsidRDefault="003D335F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36ABC576" w14:textId="77777777" w:rsidR="003D335F" w:rsidRPr="00C240D5" w:rsidRDefault="003D335F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76C313B5" w14:textId="77777777" w:rsidR="003D335F" w:rsidRDefault="003D335F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Expand</w:t>
            </w:r>
          </w:p>
          <w:p w14:paraId="34D810C6" w14:textId="77777777" w:rsidR="003D335F" w:rsidRPr="000A63AF" w:rsidRDefault="003D335F" w:rsidP="00E01254">
            <w:pPr>
              <w:spacing w:after="0"/>
              <w:rPr>
                <w:rFonts w:ascii="Avenir Book" w:eastAsiaTheme="minorEastAsia" w:hAnsi="Avenir Book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3x+7</m:t>
                    </m:r>
                  </m:e>
                </m:d>
              </m:oMath>
            </m:oMathPara>
          </w:p>
          <w:p w14:paraId="600845E2" w14:textId="77777777" w:rsidR="003D335F" w:rsidRPr="000A63AF" w:rsidRDefault="003D335F" w:rsidP="00E01254">
            <w:pPr>
              <w:spacing w:before="120" w:after="0"/>
              <w:rPr>
                <w:rFonts w:ascii="Avenir Book" w:eastAsiaTheme="minorEastAsia" w:hAnsi="Avenir Book"/>
              </w:rPr>
            </w:pPr>
          </w:p>
        </w:tc>
      </w:tr>
      <w:tr w:rsidR="003D335F" w:rsidRPr="00C240D5" w14:paraId="00B44C54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85DA4BA" w14:textId="77777777" w:rsidR="003D335F" w:rsidRPr="00C240D5" w:rsidRDefault="003D335F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6B856575" w14:textId="77777777" w:rsidR="003D335F" w:rsidRDefault="003D335F" w:rsidP="00E01254">
            <w:pPr>
              <w:spacing w:before="120" w:after="0"/>
            </w:pPr>
            <w:r>
              <w:t>The exchange rate is £1 : 4.9 Brazilian Real.</w:t>
            </w:r>
          </w:p>
          <w:p w14:paraId="77923D4D" w14:textId="77777777" w:rsidR="003D335F" w:rsidRDefault="003D335F" w:rsidP="00E01254">
            <w:pPr>
              <w:spacing w:before="120" w:after="0"/>
            </w:pPr>
            <w:r>
              <w:t>How much is £350 in Brazilian Real?</w:t>
            </w:r>
          </w:p>
          <w:p w14:paraId="4046A04B" w14:textId="77777777" w:rsidR="003D335F" w:rsidRDefault="003D335F" w:rsidP="00E01254">
            <w:pPr>
              <w:spacing w:before="120" w:after="0"/>
            </w:pPr>
          </w:p>
          <w:p w14:paraId="01E517A2" w14:textId="77777777" w:rsidR="003D335F" w:rsidRPr="00C240D5" w:rsidRDefault="003D335F" w:rsidP="009A0AA0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CC85A6C" w14:textId="77777777" w:rsidR="003D335F" w:rsidRPr="00C240D5" w:rsidRDefault="003D335F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3D41C065" w14:textId="77777777" w:rsidR="003D335F" w:rsidRDefault="003D335F" w:rsidP="00E01254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What is  the median of </w:t>
            </w:r>
          </w:p>
          <w:p w14:paraId="1E7EC766" w14:textId="77777777" w:rsidR="003D335F" w:rsidRPr="00C240D5" w:rsidRDefault="003D335F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6   3   7   6   1   2</w:t>
            </w:r>
          </w:p>
        </w:tc>
      </w:tr>
      <w:tr w:rsidR="003D335F" w:rsidRPr="00C240D5" w14:paraId="5B39807E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1FE0F5CE" w14:textId="77777777" w:rsidR="003D335F" w:rsidRPr="00C240D5" w:rsidRDefault="003D335F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44297A9" w14:textId="77777777" w:rsidR="003D335F" w:rsidRDefault="003D335F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7320E622" wp14:editId="5029A295">
                  <wp:simplePos x="0" y="0"/>
                  <wp:positionH relativeFrom="column">
                    <wp:posOffset>1760366</wp:posOffset>
                  </wp:positionH>
                  <wp:positionV relativeFrom="paragraph">
                    <wp:posOffset>159189</wp:posOffset>
                  </wp:positionV>
                  <wp:extent cx="2614245" cy="671174"/>
                  <wp:effectExtent l="0" t="0" r="2540" b="2540"/>
                  <wp:wrapSquare wrapText="bothSides"/>
                  <wp:docPr id="8" name="Picture 10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Screen Clippi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245" cy="671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Complete the triangles:</w:t>
            </w:r>
          </w:p>
          <w:p w14:paraId="59C0F9BC" w14:textId="77777777" w:rsidR="003D335F" w:rsidRPr="00C240D5" w:rsidRDefault="003D335F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3600" behindDoc="0" locked="0" layoutInCell="1" allowOverlap="1" wp14:anchorId="684F0E43" wp14:editId="3BE2FBE7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803462D" w14:textId="77777777" w:rsidR="003D335F" w:rsidRDefault="003D335F" w:rsidP="00525119">
      <w:pPr>
        <w:spacing w:after="0"/>
        <w:rPr>
          <w:rFonts w:ascii="Avenir Book" w:hAnsi="Avenir Book"/>
          <w:sz w:val="24"/>
          <w:szCs w:val="24"/>
        </w:rPr>
      </w:pPr>
    </w:p>
    <w:sectPr w:rsidR="003D335F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35F"/>
    <w:rsid w:val="000A43CA"/>
    <w:rsid w:val="000A63AF"/>
    <w:rsid w:val="001826A9"/>
    <w:rsid w:val="00213C21"/>
    <w:rsid w:val="002D5D86"/>
    <w:rsid w:val="00333535"/>
    <w:rsid w:val="003D335F"/>
    <w:rsid w:val="003F51D8"/>
    <w:rsid w:val="00505FC9"/>
    <w:rsid w:val="00525119"/>
    <w:rsid w:val="0064471D"/>
    <w:rsid w:val="00705472"/>
    <w:rsid w:val="00781A0C"/>
    <w:rsid w:val="007B4226"/>
    <w:rsid w:val="007E2C1A"/>
    <w:rsid w:val="0090117B"/>
    <w:rsid w:val="0099142F"/>
    <w:rsid w:val="009A0AA0"/>
    <w:rsid w:val="00AD3C1A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E7B3D"/>
  <w15:docId w15:val="{6C5A81BA-750A-5046-8FA3-D6558B3B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tmp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3</cp:revision>
  <dcterms:created xsi:type="dcterms:W3CDTF">2019-02-22T18:59:00Z</dcterms:created>
  <dcterms:modified xsi:type="dcterms:W3CDTF">2019-02-22T19:11:00Z</dcterms:modified>
</cp:coreProperties>
</file>